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594A9F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BFCDF0F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F05F925" w14:textId="6CD52973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  <w:r w:rsidR="00DD6A44">
              <w:rPr>
                <w:rFonts w:ascii="Times New Roman" w:hAnsi="Times New Roman"/>
              </w:rPr>
              <w:t>:</w:t>
            </w:r>
          </w:p>
          <w:p w14:paraId="3333F136" w14:textId="4BBF9DB2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</w:t>
            </w:r>
            <w:r w:rsidR="00DD6A44">
              <w:rPr>
                <w:rFonts w:ascii="Times New Roman" w:hAnsi="Times New Roman"/>
                <w:sz w:val="24"/>
              </w:rPr>
              <w:t>А.В. Нелюбов</w:t>
            </w:r>
          </w:p>
          <w:p w14:paraId="6AB96641" w14:textId="1C6232C0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201393">
              <w:rPr>
                <w:rFonts w:ascii="Times New Roman" w:hAnsi="Times New Roman"/>
                <w:sz w:val="24"/>
              </w:rPr>
              <w:t>12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8D450F">
              <w:rPr>
                <w:rFonts w:ascii="Times New Roman" w:hAnsi="Times New Roman"/>
                <w:sz w:val="24"/>
              </w:rPr>
              <w:t>ию</w:t>
            </w:r>
            <w:r w:rsidR="00896F85">
              <w:rPr>
                <w:rFonts w:ascii="Times New Roman" w:hAnsi="Times New Roman"/>
                <w:sz w:val="24"/>
              </w:rPr>
              <w:t>л</w:t>
            </w:r>
            <w:r w:rsidR="008D450F">
              <w:rPr>
                <w:rFonts w:ascii="Times New Roman" w:hAnsi="Times New Roman"/>
                <w:sz w:val="24"/>
              </w:rPr>
              <w:t>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380872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13489D0E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3BDEA64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249FFC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7D5E309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373888B" w14:textId="5DFEC3FA" w:rsidR="00893E29" w:rsidRPr="0017468D" w:rsidRDefault="002C70E4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Cs w:val="22"/>
              </w:rPr>
              <w:t>32413772536</w:t>
            </w:r>
          </w:p>
        </w:tc>
      </w:tr>
      <w:tr w:rsidR="00893E29" w:rsidRPr="005A2A1C" w14:paraId="033D6E1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BE679D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DD1361" w14:textId="20E7A0A1" w:rsidR="00893E29" w:rsidRPr="0017468D" w:rsidRDefault="008D450F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450F">
              <w:rPr>
                <w:rFonts w:cs="Times New Roman"/>
                <w:sz w:val="22"/>
                <w:szCs w:val="22"/>
              </w:rPr>
              <w:t>ООО «Байкальская энергетическая компания»</w:t>
            </w:r>
          </w:p>
        </w:tc>
      </w:tr>
      <w:tr w:rsidR="00893E29" w:rsidRPr="005A2A1C" w14:paraId="791E168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6B654B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DD6FFC" w14:textId="23BEE8C5" w:rsidR="00893E29" w:rsidRPr="00896F85" w:rsidRDefault="00201393" w:rsidP="000C6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B675FA">
              <w:rPr>
                <w:rFonts w:cs="Times New Roman"/>
                <w:sz w:val="24"/>
                <w:szCs w:val="24"/>
              </w:rPr>
              <w:t>Оказание услуг  по снятию ограничений, увеличение эффективности работы  ВЗП котлов №№1,3,7,8,9,10,11 ТЭЦ-9</w:t>
            </w:r>
          </w:p>
        </w:tc>
      </w:tr>
    </w:tbl>
    <w:p w14:paraId="1252F5D0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F70053C" w14:textId="5B566E7B" w:rsidR="00771F61" w:rsidRDefault="00F35796" w:rsidP="00C42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1DD953F4" w14:textId="77777777" w:rsidR="00C425A5" w:rsidRPr="005A2A1C" w:rsidRDefault="00C425A5" w:rsidP="00C425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858C4F" w14:textId="767D1201" w:rsidR="008F4874" w:rsidRPr="005A2A1C" w:rsidRDefault="00C425A5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 xml:space="preserve">Документация о закупке </w:t>
      </w:r>
    </w:p>
    <w:p w14:paraId="5964B7C5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1"/>
        <w:gridCol w:w="4622"/>
      </w:tblGrid>
      <w:tr w:rsidR="00466219" w:rsidRPr="002F304F" w14:paraId="64B52743" w14:textId="77777777" w:rsidTr="004502CE">
        <w:trPr>
          <w:trHeight w:val="425"/>
        </w:trPr>
        <w:tc>
          <w:tcPr>
            <w:tcW w:w="4621" w:type="dxa"/>
            <w:vAlign w:val="center"/>
          </w:tcPr>
          <w:p w14:paraId="030A1A94" w14:textId="77777777" w:rsidR="00466219" w:rsidRPr="002F304F" w:rsidRDefault="00466219" w:rsidP="004502CE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22" w:type="dxa"/>
            <w:vAlign w:val="center"/>
          </w:tcPr>
          <w:p w14:paraId="35AA636D" w14:textId="77777777" w:rsidR="00466219" w:rsidRPr="002F304F" w:rsidRDefault="00466219" w:rsidP="004502CE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466219" w:rsidRPr="002F304F" w14:paraId="24C6EA74" w14:textId="77777777" w:rsidTr="004502CE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1DF1" w14:textId="6BB240FF" w:rsidR="00466219" w:rsidRPr="002F304F" w:rsidRDefault="00466219" w:rsidP="0045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1358228646"/>
                <w:placeholder>
                  <w:docPart w:val="99744B19DF8F40368A4DA297098872D4"/>
                </w:placeholder>
                <w15:color w:val="FFFF00"/>
                <w:date w:fullDate="2024-07-12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12.07.2024 13:00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6FE8" w14:textId="3F1C7E84" w:rsidR="00466219" w:rsidRPr="002F304F" w:rsidRDefault="00466219" w:rsidP="004502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14011955"/>
                <w:placeholder>
                  <w:docPart w:val="23ED0522A65C49B5B5E2317F10363F1A"/>
                </w:placeholder>
                <w15:color w:val="FFFF00"/>
                <w:date w:fullDate="2024-07-19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.2024 13:00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 </w:t>
            </w:r>
          </w:p>
        </w:tc>
      </w:tr>
      <w:tr w:rsidR="00466219" w:rsidRPr="002F304F" w14:paraId="0575472A" w14:textId="77777777" w:rsidTr="004502CE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2F71" w14:textId="28FB93A2" w:rsidR="00466219" w:rsidRPr="002F304F" w:rsidRDefault="00466219" w:rsidP="0045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0FEF" w:rsidRPr="002F3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. Дата и время подведения итогов-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181858099"/>
                <w:placeholder>
                  <w:docPart w:val="7EF2A41D660F4D698BF13AE182858D9D"/>
                </w:placeholder>
                <w15:color w:val="FFFF00"/>
                <w:date w:fullDate="2024-07-16T10:3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16.07.2024 10:30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F0F2" w14:textId="689F4B99" w:rsidR="00466219" w:rsidRPr="002F304F" w:rsidRDefault="00466219" w:rsidP="004502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0FEF" w:rsidRPr="002F3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. Дата и время подведения итогов-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019823991"/>
                <w:placeholder>
                  <w:docPart w:val="CF58A1540EF04341ADF03C97778F5AF7"/>
                </w:placeholder>
                <w15:color w:val="FFFF00"/>
                <w:date w:fullDate="2024-07-23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23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.2024 1</w:t>
                </w:r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:00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</w:tbl>
    <w:p w14:paraId="5939F3D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0C6298"/>
    <w:rsid w:val="00120D8B"/>
    <w:rsid w:val="00144E48"/>
    <w:rsid w:val="0017468D"/>
    <w:rsid w:val="001C0CB5"/>
    <w:rsid w:val="001C4974"/>
    <w:rsid w:val="001F742F"/>
    <w:rsid w:val="00201393"/>
    <w:rsid w:val="00202E4C"/>
    <w:rsid w:val="00237FAE"/>
    <w:rsid w:val="00251817"/>
    <w:rsid w:val="00263C8F"/>
    <w:rsid w:val="00293A44"/>
    <w:rsid w:val="002A622A"/>
    <w:rsid w:val="002B5953"/>
    <w:rsid w:val="002C70E4"/>
    <w:rsid w:val="002C7849"/>
    <w:rsid w:val="002F2809"/>
    <w:rsid w:val="002F304F"/>
    <w:rsid w:val="00300E71"/>
    <w:rsid w:val="003346A7"/>
    <w:rsid w:val="00380872"/>
    <w:rsid w:val="003B6CDC"/>
    <w:rsid w:val="003E2F33"/>
    <w:rsid w:val="003F4C49"/>
    <w:rsid w:val="00453026"/>
    <w:rsid w:val="00466219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F539D"/>
    <w:rsid w:val="00601905"/>
    <w:rsid w:val="006770D5"/>
    <w:rsid w:val="006D629A"/>
    <w:rsid w:val="00703CFA"/>
    <w:rsid w:val="00771F61"/>
    <w:rsid w:val="007A4636"/>
    <w:rsid w:val="00893E29"/>
    <w:rsid w:val="00896F85"/>
    <w:rsid w:val="008B79E7"/>
    <w:rsid w:val="008D450F"/>
    <w:rsid w:val="008F4874"/>
    <w:rsid w:val="00903519"/>
    <w:rsid w:val="00926036"/>
    <w:rsid w:val="00951B7F"/>
    <w:rsid w:val="00981536"/>
    <w:rsid w:val="009C2DB8"/>
    <w:rsid w:val="009F0792"/>
    <w:rsid w:val="00A36BD8"/>
    <w:rsid w:val="00A56256"/>
    <w:rsid w:val="00A7668B"/>
    <w:rsid w:val="00AD08A5"/>
    <w:rsid w:val="00B01A08"/>
    <w:rsid w:val="00B02E32"/>
    <w:rsid w:val="00B03005"/>
    <w:rsid w:val="00B2646D"/>
    <w:rsid w:val="00B42354"/>
    <w:rsid w:val="00B95FC3"/>
    <w:rsid w:val="00C176DB"/>
    <w:rsid w:val="00C425A5"/>
    <w:rsid w:val="00CB0713"/>
    <w:rsid w:val="00CB1CDD"/>
    <w:rsid w:val="00CB2FD7"/>
    <w:rsid w:val="00D65A9A"/>
    <w:rsid w:val="00D72533"/>
    <w:rsid w:val="00D93D63"/>
    <w:rsid w:val="00D93D82"/>
    <w:rsid w:val="00D97E9A"/>
    <w:rsid w:val="00DD6A44"/>
    <w:rsid w:val="00E9558E"/>
    <w:rsid w:val="00F33C26"/>
    <w:rsid w:val="00F35796"/>
    <w:rsid w:val="00F747CC"/>
    <w:rsid w:val="00FD0FEF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F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744B19DF8F40368A4DA297098872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014693-DEE7-41AE-A09D-B9A8B3713B30}"/>
      </w:docPartPr>
      <w:docPartBody>
        <w:p w:rsidR="00DE5591" w:rsidRDefault="00E2024B" w:rsidP="00E2024B">
          <w:pPr>
            <w:pStyle w:val="99744B19DF8F40368A4DA297098872D4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23ED0522A65C49B5B5E2317F10363F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E09395-9043-4956-8E19-9C2EFD531B64}"/>
      </w:docPartPr>
      <w:docPartBody>
        <w:p w:rsidR="00DE5591" w:rsidRDefault="00E2024B" w:rsidP="00E2024B">
          <w:pPr>
            <w:pStyle w:val="23ED0522A65C49B5B5E2317F10363F1A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7EF2A41D660F4D698BF13AE182858D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D75DAC-7329-489B-AF0E-FA0A146EF08A}"/>
      </w:docPartPr>
      <w:docPartBody>
        <w:p w:rsidR="00DE5591" w:rsidRDefault="00E2024B" w:rsidP="00E2024B">
          <w:pPr>
            <w:pStyle w:val="7EF2A41D660F4D698BF13AE182858D9D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CF58A1540EF04341ADF03C97778F5A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D0387D-1A2C-4CB9-B4A6-312FF6D0A9CE}"/>
      </w:docPartPr>
      <w:docPartBody>
        <w:p w:rsidR="00DE5591" w:rsidRDefault="00E2024B" w:rsidP="00E2024B">
          <w:pPr>
            <w:pStyle w:val="CF58A1540EF04341ADF03C97778F5AF7"/>
          </w:pPr>
          <w:r w:rsidRPr="003748AC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2B"/>
    <w:rsid w:val="00195CE0"/>
    <w:rsid w:val="00691C19"/>
    <w:rsid w:val="006B7EF7"/>
    <w:rsid w:val="00707C67"/>
    <w:rsid w:val="0075592B"/>
    <w:rsid w:val="009B4A37"/>
    <w:rsid w:val="00D4282B"/>
    <w:rsid w:val="00DE5591"/>
    <w:rsid w:val="00E023C7"/>
    <w:rsid w:val="00E2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024B"/>
    <w:rPr>
      <w:color w:val="808080"/>
    </w:rPr>
  </w:style>
  <w:style w:type="paragraph" w:customStyle="1" w:styleId="99744B19DF8F40368A4DA297098872D4">
    <w:name w:val="99744B19DF8F40368A4DA297098872D4"/>
    <w:rsid w:val="00E2024B"/>
  </w:style>
  <w:style w:type="paragraph" w:customStyle="1" w:styleId="23ED0522A65C49B5B5E2317F10363F1A">
    <w:name w:val="23ED0522A65C49B5B5E2317F10363F1A"/>
    <w:rsid w:val="00E2024B"/>
  </w:style>
  <w:style w:type="paragraph" w:customStyle="1" w:styleId="7EF2A41D660F4D698BF13AE182858D9D">
    <w:name w:val="7EF2A41D660F4D698BF13AE182858D9D"/>
    <w:rsid w:val="00E2024B"/>
  </w:style>
  <w:style w:type="paragraph" w:customStyle="1" w:styleId="CF58A1540EF04341ADF03C97778F5AF7">
    <w:name w:val="CF58A1540EF04341ADF03C97778F5AF7"/>
    <w:rsid w:val="00E20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Sharymova Irina</cp:lastModifiedBy>
  <cp:revision>73</cp:revision>
  <cp:lastPrinted>2024-07-12T00:10:00Z</cp:lastPrinted>
  <dcterms:created xsi:type="dcterms:W3CDTF">2015-03-12T05:59:00Z</dcterms:created>
  <dcterms:modified xsi:type="dcterms:W3CDTF">2024-07-12T00:10:00Z</dcterms:modified>
</cp:coreProperties>
</file>